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D5" w:rsidRPr="005C1FD5" w:rsidRDefault="005C1FD5" w:rsidP="005C1FD5">
      <w:pPr>
        <w:rPr>
          <w:rFonts w:hint="eastAsia"/>
          <w:sz w:val="20"/>
          <w:szCs w:val="20"/>
        </w:rPr>
      </w:pPr>
      <w:r w:rsidRPr="005C1FD5">
        <w:rPr>
          <w:rFonts w:hint="eastAsia"/>
          <w:sz w:val="20"/>
          <w:szCs w:val="20"/>
        </w:rPr>
        <w:t>題名</w:t>
      </w:r>
    </w:p>
    <w:p w:rsidR="005C1FD5" w:rsidRPr="005C1FD5" w:rsidRDefault="005C1FD5" w:rsidP="005C1FD5">
      <w:pPr>
        <w:jc w:val="right"/>
        <w:rPr>
          <w:rFonts w:hint="eastAsia"/>
          <w:sz w:val="17"/>
          <w:szCs w:val="17"/>
        </w:rPr>
      </w:pPr>
      <w:r>
        <w:rPr>
          <w:rFonts w:hint="eastAsia"/>
          <w:sz w:val="17"/>
          <w:szCs w:val="17"/>
        </w:rPr>
        <w:t>お名前</w:t>
      </w:r>
    </w:p>
    <w:p w:rsidR="005C1FD5" w:rsidRPr="005C1FD5" w:rsidRDefault="005C1FD5" w:rsidP="005C1FD5">
      <w:pPr>
        <w:rPr>
          <w:rFonts w:hint="eastAsia"/>
          <w:sz w:val="17"/>
          <w:szCs w:val="17"/>
        </w:rPr>
      </w:pPr>
    </w:p>
    <w:p w:rsidR="005C1FD5" w:rsidRDefault="005C1FD5" w:rsidP="005C1FD5">
      <w:pPr>
        <w:rPr>
          <w:rFonts w:hint="eastAsia"/>
          <w:sz w:val="17"/>
          <w:szCs w:val="17"/>
        </w:rPr>
      </w:pPr>
      <w:r>
        <w:rPr>
          <w:rFonts w:hint="eastAsia"/>
          <w:sz w:val="17"/>
          <w:szCs w:val="17"/>
        </w:rPr>
        <w:t>（</w:t>
      </w:r>
      <w:r w:rsidRPr="005C1FD5">
        <w:rPr>
          <w:rFonts w:hint="eastAsia"/>
          <w:sz w:val="17"/>
          <w:szCs w:val="17"/>
        </w:rPr>
        <w:t>本文</w:t>
      </w:r>
      <w:r>
        <w:rPr>
          <w:rFonts w:hint="eastAsia"/>
          <w:sz w:val="17"/>
          <w:szCs w:val="17"/>
        </w:rPr>
        <w:t>はこの行からお願いします）</w:t>
      </w:r>
    </w:p>
    <w:p w:rsidR="005C1FD5" w:rsidRPr="005C1FD5" w:rsidRDefault="005C1FD5" w:rsidP="005C1FD5">
      <w:pPr>
        <w:rPr>
          <w:rFonts w:hint="eastAsia"/>
          <w:sz w:val="17"/>
          <w:szCs w:val="17"/>
        </w:rPr>
      </w:pPr>
      <w:bookmarkStart w:id="0" w:name="_GoBack"/>
      <w:bookmarkEnd w:id="0"/>
      <w:r>
        <w:rPr>
          <w:rFonts w:hint="eastAsia"/>
          <w:sz w:val="17"/>
          <w:szCs w:val="17"/>
        </w:rPr>
        <w:t>二八文字、二二行です</w:t>
      </w:r>
    </w:p>
    <w:sectPr w:rsidR="005C1FD5" w:rsidRPr="005C1FD5" w:rsidSect="005C1F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738" w:h="12259" w:code="265"/>
      <w:pgMar w:top="1134" w:right="851" w:bottom="1134" w:left="851" w:header="567" w:footer="454" w:gutter="454"/>
      <w:cols w:num="2" w:space="420"/>
      <w:textDirection w:val="tbRl"/>
      <w:docGrid w:type="lines" w:linePitch="299" w:charSpace="-38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1D" w:rsidRDefault="004E711D">
      <w:r>
        <w:separator/>
      </w:r>
    </w:p>
  </w:endnote>
  <w:endnote w:type="continuationSeparator" w:id="0">
    <w:p w:rsidR="004E711D" w:rsidRDefault="004E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FD5" w:rsidRDefault="005C1FD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FD5" w:rsidRDefault="005C1FD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FD5" w:rsidRDefault="005C1FD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1D" w:rsidRDefault="004E711D">
      <w:r>
        <w:separator/>
      </w:r>
    </w:p>
  </w:footnote>
  <w:footnote w:type="continuationSeparator" w:id="0">
    <w:p w:rsidR="004E711D" w:rsidRDefault="004E7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E72" w:rsidRDefault="00757E72" w:rsidP="00D71B2C">
    <w:pPr>
      <w:pStyle w:val="a3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E72" w:rsidRDefault="00757E72">
    <w:pPr>
      <w:pStyle w:val="a3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C1FD5">
      <w:rPr>
        <w:rStyle w:val="a5"/>
        <w:noProof/>
      </w:rPr>
      <w:t>1</w:t>
    </w:r>
    <w:r>
      <w:rPr>
        <w:rStyle w:val="a5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FD5" w:rsidRDefault="005C1F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91"/>
  <w:drawingGridVerticalSpacing w:val="299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D5"/>
    <w:rsid w:val="000117B5"/>
    <w:rsid w:val="00013746"/>
    <w:rsid w:val="00047231"/>
    <w:rsid w:val="00072367"/>
    <w:rsid w:val="00081637"/>
    <w:rsid w:val="00162A78"/>
    <w:rsid w:val="00174A92"/>
    <w:rsid w:val="00281B2B"/>
    <w:rsid w:val="002C3FC5"/>
    <w:rsid w:val="004E711D"/>
    <w:rsid w:val="005C1FD5"/>
    <w:rsid w:val="006259B9"/>
    <w:rsid w:val="006E1761"/>
    <w:rsid w:val="00757E72"/>
    <w:rsid w:val="0079171A"/>
    <w:rsid w:val="007B2F08"/>
    <w:rsid w:val="00826E30"/>
    <w:rsid w:val="008E3E98"/>
    <w:rsid w:val="008F5F57"/>
    <w:rsid w:val="00906C72"/>
    <w:rsid w:val="00945C1A"/>
    <w:rsid w:val="009871B5"/>
    <w:rsid w:val="00A80AB5"/>
    <w:rsid w:val="00B42FB7"/>
    <w:rsid w:val="00BD7590"/>
    <w:rsid w:val="00D71B2C"/>
    <w:rsid w:val="00EE3349"/>
    <w:rsid w:val="00F1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26E3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26E3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26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26E3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26E3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2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TABA~1\AppData\Local\Temp\Rar$DI34.774\A5&#33509;&#33865;_&#32294;2&#27573;_&#22810;&#38913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A5若葉_縦2段_多頁</Template>
  <TotalTime>10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株式会社　しまや出版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ねむり</dc:creator>
  <cp:lastModifiedBy>batabata3</cp:lastModifiedBy>
  <cp:revision>1</cp:revision>
  <cp:lastPrinted>1601-01-01T00:00:00Z</cp:lastPrinted>
  <dcterms:created xsi:type="dcterms:W3CDTF">2015-02-03T15:28:00Z</dcterms:created>
  <dcterms:modified xsi:type="dcterms:W3CDTF">2015-02-03T15:38:00Z</dcterms:modified>
</cp:coreProperties>
</file>